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DC0A33" w:rsidRPr="005A4E8A" w14:paraId="44838079" w14:textId="77777777" w:rsidTr="00050DA7">
        <w:tc>
          <w:tcPr>
            <w:tcW w:w="4428" w:type="dxa"/>
          </w:tcPr>
          <w:p w14:paraId="44211FC2" w14:textId="77777777" w:rsidR="00DC0A33" w:rsidRPr="005A4E8A" w:rsidRDefault="00DC0A33" w:rsidP="0026534C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</w:r>
            <w:r w:rsidR="00F76A47">
              <w:t>e-NAV Committee</w:t>
            </w:r>
          </w:p>
        </w:tc>
        <w:tc>
          <w:tcPr>
            <w:tcW w:w="5461" w:type="dxa"/>
          </w:tcPr>
          <w:p w14:paraId="45CC2F51" w14:textId="23057B7D" w:rsidR="00DC0A33" w:rsidRDefault="00C770E0" w:rsidP="008E278F">
            <w:pPr>
              <w:jc w:val="right"/>
            </w:pPr>
            <w:r>
              <w:t>e</w:t>
            </w:r>
            <w:r w:rsidR="005045B8">
              <w:t>-</w:t>
            </w:r>
            <w:r w:rsidR="00BD310A">
              <w:t>NAV12/</w:t>
            </w:r>
            <w:r>
              <w:t>output</w:t>
            </w:r>
            <w:r w:rsidR="00BD310A">
              <w:t>/</w:t>
            </w:r>
            <w:r w:rsidR="0056157B">
              <w:t>29</w:t>
            </w:r>
          </w:p>
          <w:p w14:paraId="45400819" w14:textId="77777777" w:rsidR="00DC0A33" w:rsidRPr="005A4E8A" w:rsidRDefault="00DC0A33" w:rsidP="008E278F">
            <w:pPr>
              <w:jc w:val="right"/>
            </w:pPr>
          </w:p>
        </w:tc>
      </w:tr>
      <w:tr w:rsidR="00DC0A33" w:rsidRPr="005A4E8A" w14:paraId="37CFCDCB" w14:textId="77777777" w:rsidTr="00050DA7">
        <w:tc>
          <w:tcPr>
            <w:tcW w:w="4428" w:type="dxa"/>
          </w:tcPr>
          <w:p w14:paraId="03E47030" w14:textId="77777777" w:rsidR="00DC0A33" w:rsidRDefault="00DC0A33" w:rsidP="0032256A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 w:rsidR="00F76A47">
              <w:t>WWA</w:t>
            </w:r>
          </w:p>
          <w:p w14:paraId="6DB086D3" w14:textId="77777777" w:rsidR="00DC0A33" w:rsidRDefault="00DC0A33" w:rsidP="0032256A">
            <w:pPr>
              <w:tabs>
                <w:tab w:val="left" w:pos="851"/>
              </w:tabs>
            </w:pPr>
            <w:r>
              <w:tab/>
            </w:r>
            <w:r w:rsidR="0026534C">
              <w:t>EEP Committee</w:t>
            </w:r>
          </w:p>
          <w:p w14:paraId="28313EFF" w14:textId="77777777" w:rsidR="00DC0A33" w:rsidRPr="00EA5D6B" w:rsidRDefault="00DC0A33" w:rsidP="003A445F">
            <w:pPr>
              <w:tabs>
                <w:tab w:val="left" w:pos="851"/>
              </w:tabs>
              <w:ind w:left="880"/>
            </w:pPr>
            <w:r>
              <w:t>IALA Secretariat</w:t>
            </w:r>
          </w:p>
        </w:tc>
        <w:tc>
          <w:tcPr>
            <w:tcW w:w="5461" w:type="dxa"/>
          </w:tcPr>
          <w:p w14:paraId="044A774F" w14:textId="77777777" w:rsidR="00DC0A33" w:rsidRPr="005A4E8A" w:rsidRDefault="00F76A47" w:rsidP="00F76A47">
            <w:pPr>
              <w:jc w:val="right"/>
            </w:pPr>
            <w:r>
              <w:t>2</w:t>
            </w:r>
            <w:r w:rsidR="005045B8">
              <w:t>8</w:t>
            </w:r>
            <w:r w:rsidR="00CC5721">
              <w:t xml:space="preserve"> </w:t>
            </w:r>
            <w:r>
              <w:t>September</w:t>
            </w:r>
            <w:r w:rsidR="00DC0A33">
              <w:t xml:space="preserve"> </w:t>
            </w:r>
            <w:r w:rsidR="00DC0A33" w:rsidRPr="005A4E8A">
              <w:t>201</w:t>
            </w:r>
            <w:r w:rsidR="00DC0A33">
              <w:t>2</w:t>
            </w:r>
          </w:p>
        </w:tc>
      </w:tr>
    </w:tbl>
    <w:p w14:paraId="3A16B226" w14:textId="77777777" w:rsidR="00DC0A33" w:rsidRPr="00630E6A" w:rsidRDefault="00DC0A33" w:rsidP="00630E6A">
      <w:pPr>
        <w:pStyle w:val="Title"/>
        <w:spacing w:after="120"/>
        <w:rPr>
          <w:rFonts w:ascii="Arial" w:hAnsi="Arial" w:cs="Arial"/>
          <w:color w:val="000000"/>
        </w:rPr>
      </w:pPr>
      <w:r w:rsidRPr="00630E6A">
        <w:rPr>
          <w:rFonts w:ascii="Arial" w:hAnsi="Arial" w:cs="Arial"/>
          <w:color w:val="000000"/>
        </w:rPr>
        <w:t>Liaison Note</w:t>
      </w:r>
    </w:p>
    <w:p w14:paraId="13BD27A3" w14:textId="77777777" w:rsidR="00DC0A33" w:rsidRDefault="00BA59BB" w:rsidP="00630E6A">
      <w:pPr>
        <w:pStyle w:val="Title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Level 2 </w:t>
      </w:r>
      <w:r w:rsidR="0008487E">
        <w:rPr>
          <w:rFonts w:ascii="Arial" w:hAnsi="Arial" w:cs="Arial"/>
          <w:color w:val="000000"/>
        </w:rPr>
        <w:t>Model Course Module 9</w:t>
      </w:r>
      <w:r w:rsidR="00CC5721">
        <w:rPr>
          <w:rFonts w:ascii="Arial" w:hAnsi="Arial" w:cs="Arial"/>
          <w:color w:val="000000"/>
        </w:rPr>
        <w:t xml:space="preserve"> (Complete)</w:t>
      </w:r>
    </w:p>
    <w:p w14:paraId="5AA644CC" w14:textId="77777777" w:rsidR="00DC0A33" w:rsidRPr="00630E6A" w:rsidRDefault="00DC0A33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37AA22DF" w14:textId="77777777" w:rsidR="007D01FD" w:rsidRPr="007D01FD" w:rsidRDefault="00DC0A33" w:rsidP="007D01FD">
      <w:pPr>
        <w:pStyle w:val="Heading1"/>
        <w:jc w:val="both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Introduction</w:t>
      </w:r>
    </w:p>
    <w:p w14:paraId="150899E9" w14:textId="2B35CA96" w:rsidR="00A85FA1" w:rsidRDefault="00A85FA1" w:rsidP="00A85FA1">
      <w:pPr>
        <w:jc w:val="both"/>
        <w:rPr>
          <w:noProof/>
          <w:lang w:eastAsia="en-GB"/>
        </w:rPr>
      </w:pPr>
      <w:r>
        <w:rPr>
          <w:rFonts w:eastAsia="MS Mincho"/>
          <w:lang w:eastAsia="de-DE"/>
        </w:rPr>
        <w:t xml:space="preserve">The Liaison note </w:t>
      </w:r>
      <w:r>
        <w:rPr>
          <w:noProof/>
          <w:lang w:eastAsia="en-GB"/>
        </w:rPr>
        <w:t xml:space="preserve">IALA WWA.ENav12/02 dated 13 July 2012 invited the e-Nav Committee to complete drafting Module 9 Elements 9.6 – 9.9 of the Level 2 Model Course for technicians entitled “Introduction to Radionavigation and Differential Global Navigation Satellite Systems”. </w:t>
      </w:r>
      <w:r w:rsidR="00D7419D">
        <w:rPr>
          <w:noProof/>
          <w:lang w:eastAsia="en-GB"/>
        </w:rPr>
        <w:t xml:space="preserve"> </w:t>
      </w:r>
      <w:r>
        <w:rPr>
          <w:noProof/>
          <w:lang w:eastAsia="en-GB"/>
        </w:rPr>
        <w:t>Amendment 1 included the additional elements was forwarded to the IALA WWA Programme Manager on 17 August 2012.</w:t>
      </w:r>
    </w:p>
    <w:p w14:paraId="06052B68" w14:textId="77777777" w:rsidR="00A85FA1" w:rsidRPr="0008487E" w:rsidRDefault="00A85FA1" w:rsidP="00A85FA1">
      <w:pPr>
        <w:jc w:val="both"/>
        <w:rPr>
          <w:rFonts w:eastAsia="MS Mincho"/>
          <w:lang w:eastAsia="de-DE"/>
        </w:rPr>
      </w:pPr>
    </w:p>
    <w:p w14:paraId="0F5EEB42" w14:textId="49A999DC" w:rsidR="00A85FA1" w:rsidRDefault="00D7419D" w:rsidP="00F76A47">
      <w:pPr>
        <w:jc w:val="both"/>
        <w:rPr>
          <w:noProof/>
          <w:lang w:eastAsia="en-GB"/>
        </w:rPr>
      </w:pPr>
      <w:r>
        <w:rPr>
          <w:noProof/>
          <w:lang w:eastAsia="en-GB"/>
        </w:rPr>
        <w:t>Liaison note IALA WWA e-</w:t>
      </w:r>
      <w:r w:rsidR="007D01FD">
        <w:rPr>
          <w:noProof/>
          <w:lang w:eastAsia="en-GB"/>
        </w:rPr>
        <w:t>NAV12/03</w:t>
      </w:r>
      <w:r w:rsidR="00F76A47">
        <w:rPr>
          <w:noProof/>
          <w:lang w:eastAsia="en-GB"/>
        </w:rPr>
        <w:t xml:space="preserve"> </w:t>
      </w:r>
      <w:r w:rsidR="007D01FD">
        <w:rPr>
          <w:noProof/>
          <w:lang w:eastAsia="en-GB"/>
        </w:rPr>
        <w:t xml:space="preserve">dated 20 August 2012 requested the </w:t>
      </w:r>
      <w:r w:rsidR="00F76A47">
        <w:rPr>
          <w:noProof/>
          <w:lang w:eastAsia="en-GB"/>
        </w:rPr>
        <w:t>e-N</w:t>
      </w:r>
      <w:r>
        <w:rPr>
          <w:noProof/>
          <w:lang w:eastAsia="en-GB"/>
        </w:rPr>
        <w:t>AV</w:t>
      </w:r>
      <w:r w:rsidR="00F76A47">
        <w:rPr>
          <w:noProof/>
          <w:lang w:eastAsia="en-GB"/>
        </w:rPr>
        <w:t xml:space="preserve"> Committee </w:t>
      </w:r>
      <w:r w:rsidR="00A85FA1">
        <w:rPr>
          <w:noProof/>
          <w:lang w:eastAsia="en-GB"/>
        </w:rPr>
        <w:t>to review</w:t>
      </w:r>
      <w:r w:rsidR="00F76A47">
        <w:rPr>
          <w:noProof/>
          <w:lang w:eastAsia="en-GB"/>
        </w:rPr>
        <w:t xml:space="preserve"> the </w:t>
      </w:r>
      <w:r w:rsidR="00F76A47">
        <w:rPr>
          <w:rFonts w:eastAsia="MS Mincho"/>
          <w:lang w:eastAsia="de-DE"/>
        </w:rPr>
        <w:t>input paper e</w:t>
      </w:r>
      <w:r w:rsidR="00F76A47">
        <w:rPr>
          <w:rFonts w:eastAsia="MS Mincho"/>
          <w:lang w:eastAsia="de-DE"/>
        </w:rPr>
        <w:noBreakHyphen/>
      </w:r>
      <w:r w:rsidR="00141232">
        <w:rPr>
          <w:rFonts w:eastAsia="MS Mincho"/>
          <w:lang w:eastAsia="de-DE"/>
        </w:rPr>
        <w:t>Nav12-</w:t>
      </w:r>
      <w:r w:rsidR="00F76A47">
        <w:rPr>
          <w:rFonts w:eastAsia="MS Mincho"/>
          <w:lang w:eastAsia="de-DE"/>
        </w:rPr>
        <w:t xml:space="preserve">50 amendment 1. </w:t>
      </w:r>
      <w:r>
        <w:rPr>
          <w:rFonts w:eastAsia="MS Mincho"/>
          <w:lang w:eastAsia="de-DE"/>
        </w:rPr>
        <w:t xml:space="preserve"> </w:t>
      </w:r>
      <w:r w:rsidR="00F76A47">
        <w:rPr>
          <w:rFonts w:eastAsia="MS Mincho"/>
          <w:lang w:eastAsia="de-DE"/>
        </w:rPr>
        <w:t xml:space="preserve">This is </w:t>
      </w:r>
      <w:r w:rsidR="007D01FD">
        <w:rPr>
          <w:rFonts w:eastAsia="MS Mincho"/>
          <w:lang w:eastAsia="de-DE"/>
        </w:rPr>
        <w:t xml:space="preserve">the complete </w:t>
      </w:r>
      <w:r w:rsidR="00F76A47" w:rsidRPr="00F76A47">
        <w:rPr>
          <w:noProof/>
          <w:lang w:eastAsia="en-GB"/>
        </w:rPr>
        <w:t xml:space="preserve">Module 9 </w:t>
      </w:r>
      <w:r w:rsidR="007D01FD">
        <w:rPr>
          <w:noProof/>
          <w:lang w:eastAsia="en-GB"/>
        </w:rPr>
        <w:t xml:space="preserve">(i.e. Elements 9.1 – 9.9) </w:t>
      </w:r>
      <w:r w:rsidR="00F76A47" w:rsidRPr="00F76A47">
        <w:rPr>
          <w:noProof/>
          <w:lang w:eastAsia="en-GB"/>
        </w:rPr>
        <w:t>of the Level 2 Model Course for technicians entitled “Introduction to Radionavigation and Differential Global Navigation Satellite Systems”.</w:t>
      </w:r>
      <w:r w:rsidR="00A85FA1">
        <w:rPr>
          <w:noProof/>
          <w:lang w:eastAsia="en-GB"/>
        </w:rPr>
        <w:t xml:space="preserve"> </w:t>
      </w:r>
    </w:p>
    <w:p w14:paraId="4773F87A" w14:textId="77777777" w:rsidR="007D01FD" w:rsidRDefault="007D01FD" w:rsidP="00F76A47">
      <w:pPr>
        <w:jc w:val="both"/>
        <w:rPr>
          <w:noProof/>
          <w:lang w:eastAsia="en-GB"/>
        </w:rPr>
      </w:pPr>
    </w:p>
    <w:p w14:paraId="47102E52" w14:textId="77777777" w:rsidR="00A85FA1" w:rsidRDefault="007D01FD" w:rsidP="00F76A47">
      <w:pPr>
        <w:pStyle w:val="Heading1"/>
        <w:jc w:val="both"/>
        <w:rPr>
          <w:noProof/>
          <w:lang w:eastAsia="en-GB"/>
        </w:rPr>
      </w:pPr>
      <w:r w:rsidRPr="007D01FD">
        <w:rPr>
          <w:rFonts w:ascii="Arial" w:hAnsi="Arial" w:cs="Arial"/>
          <w:noProof/>
          <w:sz w:val="22"/>
          <w:lang w:eastAsia="en-GB"/>
        </w:rPr>
        <w:t>Discussion</w:t>
      </w:r>
    </w:p>
    <w:p w14:paraId="52CDDD00" w14:textId="0A805DB3" w:rsidR="00F76A47" w:rsidRDefault="00D04357" w:rsidP="00F76A47">
      <w:pPr>
        <w:jc w:val="both"/>
        <w:rPr>
          <w:rFonts w:eastAsia="MS Mincho"/>
          <w:lang w:eastAsia="de-DE"/>
        </w:rPr>
      </w:pPr>
      <w:r>
        <w:rPr>
          <w:rFonts w:eastAsia="MS Mincho"/>
          <w:lang w:eastAsia="de-DE"/>
        </w:rPr>
        <w:t xml:space="preserve">A number of amendments have been made to the input paper and these are included within the output paper </w:t>
      </w:r>
      <w:r w:rsidR="00EB68CD" w:rsidRPr="00EB68CD">
        <w:rPr>
          <w:rFonts w:eastAsia="MS Mincho"/>
          <w:lang w:eastAsia="de-DE"/>
        </w:rPr>
        <w:t>e-N</w:t>
      </w:r>
      <w:r w:rsidR="00D7419D">
        <w:rPr>
          <w:rFonts w:eastAsia="MS Mincho"/>
          <w:lang w:eastAsia="de-DE"/>
        </w:rPr>
        <w:t>AV12 /</w:t>
      </w:r>
      <w:r w:rsidRPr="00EB68CD">
        <w:rPr>
          <w:rFonts w:eastAsia="MS Mincho"/>
          <w:lang w:eastAsia="de-DE"/>
        </w:rPr>
        <w:t>output</w:t>
      </w:r>
      <w:r w:rsidR="00D7419D">
        <w:rPr>
          <w:rFonts w:eastAsia="MS Mincho"/>
          <w:lang w:eastAsia="de-DE"/>
        </w:rPr>
        <w:t>/</w:t>
      </w:r>
      <w:r w:rsidR="00EB68CD" w:rsidRPr="00EB68CD">
        <w:rPr>
          <w:rFonts w:eastAsia="MS Mincho"/>
          <w:lang w:eastAsia="de-DE"/>
        </w:rPr>
        <w:t>29</w:t>
      </w:r>
      <w:r w:rsidR="0056157B">
        <w:rPr>
          <w:rFonts w:eastAsia="MS Mincho"/>
          <w:lang w:eastAsia="de-DE"/>
        </w:rPr>
        <w:t>a</w:t>
      </w:r>
      <w:r>
        <w:rPr>
          <w:rFonts w:eastAsia="MS Mincho"/>
          <w:lang w:eastAsia="de-DE"/>
        </w:rPr>
        <w:t xml:space="preserve">. </w:t>
      </w:r>
      <w:r w:rsidR="00D7419D">
        <w:rPr>
          <w:rFonts w:eastAsia="MS Mincho"/>
          <w:lang w:eastAsia="de-DE"/>
        </w:rPr>
        <w:t xml:space="preserve"> </w:t>
      </w:r>
      <w:bookmarkStart w:id="0" w:name="_GoBack"/>
      <w:bookmarkEnd w:id="0"/>
      <w:r>
        <w:rPr>
          <w:rFonts w:eastAsia="MS Mincho"/>
          <w:lang w:eastAsia="de-DE"/>
        </w:rPr>
        <w:t>The amendments include:</w:t>
      </w:r>
    </w:p>
    <w:p w14:paraId="3EA42157" w14:textId="77777777" w:rsidR="00D04357" w:rsidRDefault="00D04357" w:rsidP="00D04357">
      <w:pPr>
        <w:pStyle w:val="ListParagraph"/>
        <w:numPr>
          <w:ilvl w:val="0"/>
          <w:numId w:val="27"/>
        </w:numPr>
        <w:jc w:val="both"/>
        <w:rPr>
          <w:rFonts w:eastAsia="MS Mincho"/>
          <w:lang w:eastAsia="de-DE"/>
        </w:rPr>
      </w:pPr>
      <w:r>
        <w:rPr>
          <w:rFonts w:eastAsia="MS Mincho"/>
          <w:lang w:eastAsia="de-DE"/>
        </w:rPr>
        <w:t>Changes to Table 1: overview text; teaching duration</w:t>
      </w:r>
      <w:r w:rsidR="00C770E0">
        <w:rPr>
          <w:rFonts w:eastAsia="MS Mincho"/>
          <w:lang w:eastAsia="de-DE"/>
        </w:rPr>
        <w:t>s</w:t>
      </w:r>
      <w:r>
        <w:rPr>
          <w:rFonts w:eastAsia="MS Mincho"/>
          <w:lang w:eastAsia="de-DE"/>
        </w:rPr>
        <w:t xml:space="preserve">; optional visit to DGNSS station </w:t>
      </w:r>
      <w:r w:rsidR="007D01FD">
        <w:rPr>
          <w:rFonts w:eastAsia="MS Mincho"/>
          <w:lang w:eastAsia="de-DE"/>
        </w:rPr>
        <w:t>following</w:t>
      </w:r>
      <w:r>
        <w:rPr>
          <w:rFonts w:eastAsia="MS Mincho"/>
          <w:lang w:eastAsia="de-DE"/>
        </w:rPr>
        <w:t xml:space="preserve"> </w:t>
      </w:r>
      <w:r w:rsidR="00C770E0">
        <w:rPr>
          <w:rFonts w:eastAsia="MS Mincho"/>
          <w:lang w:eastAsia="de-DE"/>
        </w:rPr>
        <w:t>modules 9.1 – 9.5</w:t>
      </w:r>
    </w:p>
    <w:p w14:paraId="399FE65D" w14:textId="77777777" w:rsidR="00C770E0" w:rsidRDefault="00C770E0" w:rsidP="00D04357">
      <w:pPr>
        <w:pStyle w:val="ListParagraph"/>
        <w:numPr>
          <w:ilvl w:val="0"/>
          <w:numId w:val="27"/>
        </w:numPr>
        <w:jc w:val="both"/>
        <w:rPr>
          <w:rFonts w:eastAsia="MS Mincho"/>
          <w:lang w:eastAsia="de-DE"/>
        </w:rPr>
      </w:pPr>
      <w:r>
        <w:rPr>
          <w:rFonts w:eastAsia="MS Mincho"/>
          <w:lang w:eastAsia="de-DE"/>
        </w:rPr>
        <w:t>Teaching duration for module 9.6</w:t>
      </w:r>
    </w:p>
    <w:p w14:paraId="46555CDE" w14:textId="77777777" w:rsidR="00C770E0" w:rsidRDefault="00C770E0" w:rsidP="00D04357">
      <w:pPr>
        <w:pStyle w:val="ListParagraph"/>
        <w:numPr>
          <w:ilvl w:val="0"/>
          <w:numId w:val="27"/>
        </w:numPr>
        <w:jc w:val="both"/>
        <w:rPr>
          <w:rFonts w:eastAsia="MS Mincho"/>
          <w:lang w:eastAsia="de-DE"/>
        </w:rPr>
      </w:pPr>
      <w:r>
        <w:rPr>
          <w:rFonts w:eastAsia="MS Mincho"/>
          <w:lang w:eastAsia="de-DE"/>
        </w:rPr>
        <w:t>Additional teaching aids</w:t>
      </w:r>
    </w:p>
    <w:p w14:paraId="53D89DBE" w14:textId="77777777" w:rsidR="00C770E0" w:rsidRDefault="00C770E0" w:rsidP="00D04357">
      <w:pPr>
        <w:pStyle w:val="ListParagraph"/>
        <w:numPr>
          <w:ilvl w:val="0"/>
          <w:numId w:val="27"/>
        </w:numPr>
        <w:jc w:val="both"/>
        <w:rPr>
          <w:rFonts w:eastAsia="MS Mincho"/>
          <w:lang w:eastAsia="de-DE"/>
        </w:rPr>
      </w:pPr>
      <w:r>
        <w:rPr>
          <w:rFonts w:eastAsia="MS Mincho"/>
          <w:lang w:eastAsia="de-DE"/>
        </w:rPr>
        <w:t>Reference to WWRNP (World Wide Radio Navigation Plan)</w:t>
      </w:r>
    </w:p>
    <w:p w14:paraId="38286DD9" w14:textId="77777777" w:rsidR="00C770E0" w:rsidRPr="00C770E0" w:rsidRDefault="00C770E0" w:rsidP="00C770E0">
      <w:pPr>
        <w:pStyle w:val="ListParagraph"/>
        <w:numPr>
          <w:ilvl w:val="0"/>
          <w:numId w:val="27"/>
        </w:numPr>
        <w:jc w:val="both"/>
        <w:rPr>
          <w:rFonts w:eastAsia="MS Mincho"/>
          <w:lang w:eastAsia="de-DE"/>
        </w:rPr>
      </w:pPr>
      <w:r>
        <w:rPr>
          <w:rFonts w:eastAsia="MS Mincho"/>
          <w:lang w:eastAsia="de-DE"/>
        </w:rPr>
        <w:t>Syllabus contents</w:t>
      </w:r>
    </w:p>
    <w:p w14:paraId="020ADFEC" w14:textId="77777777" w:rsidR="00F76A47" w:rsidRPr="0008487E" w:rsidRDefault="00F76A47" w:rsidP="00F74E2D">
      <w:pPr>
        <w:jc w:val="both"/>
        <w:rPr>
          <w:rFonts w:eastAsia="MS Mincho"/>
          <w:lang w:eastAsia="de-DE"/>
        </w:rPr>
      </w:pPr>
    </w:p>
    <w:p w14:paraId="763D1C26" w14:textId="77777777" w:rsidR="00DC0A33" w:rsidRDefault="00DC0A33" w:rsidP="00F74E2D">
      <w:pPr>
        <w:pStyle w:val="Heading1"/>
        <w:tabs>
          <w:tab w:val="clear" w:pos="432"/>
        </w:tabs>
        <w:ind w:left="567" w:hanging="567"/>
        <w:jc w:val="both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Action</w:t>
      </w:r>
      <w:r w:rsidR="00F554B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s</w:t>
      </w: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 xml:space="preserve"> requested</w:t>
      </w:r>
    </w:p>
    <w:p w14:paraId="216DDF96" w14:textId="77777777" w:rsidR="00CC5721" w:rsidRPr="007D01FD" w:rsidRDefault="00C770E0" w:rsidP="00C770E0">
      <w:pPr>
        <w:pStyle w:val="Header"/>
        <w:jc w:val="both"/>
        <w:rPr>
          <w:sz w:val="22"/>
          <w:szCs w:val="22"/>
        </w:rPr>
      </w:pPr>
      <w:r w:rsidRPr="00E75ECF">
        <w:rPr>
          <w:sz w:val="22"/>
          <w:szCs w:val="22"/>
          <w:lang w:val="en-GB" w:eastAsia="de-DE"/>
        </w:rPr>
        <w:t>The EEP</w:t>
      </w:r>
      <w:r w:rsidR="00A66860" w:rsidRPr="00E75ECF">
        <w:rPr>
          <w:sz w:val="22"/>
          <w:szCs w:val="22"/>
          <w:lang w:val="en-GB" w:eastAsia="de-DE"/>
        </w:rPr>
        <w:t xml:space="preserve"> Committee </w:t>
      </w:r>
      <w:r w:rsidR="00F74E2D" w:rsidRPr="00E75ECF">
        <w:rPr>
          <w:sz w:val="22"/>
          <w:szCs w:val="22"/>
          <w:lang w:val="en-GB" w:eastAsia="de-DE"/>
        </w:rPr>
        <w:t xml:space="preserve">is requested to review </w:t>
      </w:r>
      <w:r w:rsidR="00CC5721" w:rsidRPr="00E75ECF">
        <w:rPr>
          <w:sz w:val="22"/>
          <w:szCs w:val="22"/>
          <w:lang w:val="en-GB" w:eastAsia="de-DE"/>
        </w:rPr>
        <w:t xml:space="preserve">the amended </w:t>
      </w:r>
      <w:r w:rsidR="00F74E2D" w:rsidRPr="00E75ECF">
        <w:rPr>
          <w:sz w:val="22"/>
          <w:szCs w:val="22"/>
          <w:lang w:val="en-GB" w:eastAsia="de-DE"/>
        </w:rPr>
        <w:t xml:space="preserve">L2 Module 9 </w:t>
      </w:r>
      <w:r w:rsidR="00CC5721" w:rsidRPr="00E75ECF">
        <w:rPr>
          <w:sz w:val="22"/>
          <w:szCs w:val="22"/>
          <w:lang w:val="en-GB" w:eastAsia="de-DE"/>
        </w:rPr>
        <w:t>w</w:t>
      </w:r>
      <w:r w:rsidRPr="00E75ECF">
        <w:rPr>
          <w:sz w:val="22"/>
          <w:szCs w:val="22"/>
          <w:lang w:val="en-GB" w:eastAsia="de-DE"/>
        </w:rPr>
        <w:t xml:space="preserve">hich is forwarded as input </w:t>
      </w:r>
      <w:r w:rsidR="00E75ECF">
        <w:rPr>
          <w:sz w:val="22"/>
          <w:szCs w:val="22"/>
          <w:lang w:val="en-GB" w:eastAsia="de-DE"/>
        </w:rPr>
        <w:t xml:space="preserve">paper.  The paper will be titled </w:t>
      </w:r>
      <w:r w:rsidRPr="00E75ECF">
        <w:rPr>
          <w:sz w:val="22"/>
          <w:szCs w:val="22"/>
          <w:lang w:val="en-GB"/>
        </w:rPr>
        <w:t>Model Course Level 2 Technician Training – Introduction to Radionavigation and Differential Global Navigation Satellite</w:t>
      </w:r>
      <w:r w:rsidR="00E75ECF" w:rsidRPr="00E75ECF">
        <w:rPr>
          <w:sz w:val="22"/>
          <w:szCs w:val="22"/>
          <w:lang w:val="en-GB"/>
        </w:rPr>
        <w:t xml:space="preserve"> </w:t>
      </w:r>
      <w:r w:rsidRPr="00E75ECF">
        <w:rPr>
          <w:sz w:val="22"/>
          <w:szCs w:val="22"/>
          <w:lang w:val="en-GB"/>
        </w:rPr>
        <w:t xml:space="preserve">Systems IALA WWA L2:9.1-9.9 </w:t>
      </w:r>
      <w:r w:rsidRPr="00E75ECF">
        <w:rPr>
          <w:sz w:val="22"/>
          <w:szCs w:val="22"/>
          <w:lang w:val="en-GB" w:eastAsia="de-DE"/>
        </w:rPr>
        <w:t>amendment 2</w:t>
      </w:r>
      <w:r w:rsidR="00CC5721" w:rsidRPr="007D01FD">
        <w:rPr>
          <w:sz w:val="22"/>
          <w:szCs w:val="22"/>
          <w:lang w:eastAsia="de-DE"/>
        </w:rPr>
        <w:t>.</w:t>
      </w:r>
    </w:p>
    <w:p w14:paraId="0F2738C4" w14:textId="77777777" w:rsidR="007676BB" w:rsidRPr="007D01FD" w:rsidRDefault="007676BB" w:rsidP="00F74E2D">
      <w:pPr>
        <w:jc w:val="both"/>
        <w:rPr>
          <w:rFonts w:eastAsia="MS Mincho"/>
          <w:szCs w:val="22"/>
          <w:lang w:eastAsia="de-DE"/>
        </w:rPr>
      </w:pPr>
    </w:p>
    <w:p w14:paraId="6EB95E50" w14:textId="77777777" w:rsidR="00F74E2D" w:rsidRPr="007D01FD" w:rsidRDefault="00F74E2D" w:rsidP="00F74E2D">
      <w:pPr>
        <w:jc w:val="both"/>
        <w:rPr>
          <w:rFonts w:eastAsia="MS Mincho"/>
          <w:szCs w:val="22"/>
          <w:lang w:eastAsia="de-DE"/>
        </w:rPr>
      </w:pPr>
    </w:p>
    <w:p w14:paraId="58641C38" w14:textId="77777777" w:rsidR="00DB7896" w:rsidRPr="007D01FD" w:rsidRDefault="00DB7896" w:rsidP="00F554BA">
      <w:pPr>
        <w:jc w:val="both"/>
        <w:rPr>
          <w:rFonts w:eastAsia="MS Mincho"/>
          <w:szCs w:val="22"/>
          <w:lang w:eastAsia="de-DE"/>
        </w:rPr>
      </w:pPr>
      <w:bookmarkStart w:id="1" w:name="_Toc323044715"/>
    </w:p>
    <w:p w14:paraId="139B859C" w14:textId="77777777" w:rsidR="00DB7896" w:rsidRPr="007D01FD" w:rsidRDefault="00DB7896" w:rsidP="00F554BA">
      <w:pPr>
        <w:jc w:val="both"/>
        <w:rPr>
          <w:rFonts w:eastAsia="MS Mincho"/>
          <w:szCs w:val="22"/>
          <w:lang w:eastAsia="de-DE"/>
        </w:rPr>
      </w:pPr>
      <w:r w:rsidRPr="007D01FD">
        <w:rPr>
          <w:rFonts w:eastAsia="MS Mincho"/>
          <w:szCs w:val="22"/>
          <w:lang w:eastAsia="de-DE"/>
        </w:rPr>
        <w:t>Attachment:</w:t>
      </w:r>
    </w:p>
    <w:p w14:paraId="50616F6A" w14:textId="77777777" w:rsidR="00DB7896" w:rsidRPr="007D01FD" w:rsidRDefault="00DB7896" w:rsidP="00F554BA">
      <w:pPr>
        <w:jc w:val="both"/>
        <w:rPr>
          <w:rFonts w:eastAsia="MS Mincho"/>
          <w:szCs w:val="22"/>
          <w:lang w:eastAsia="de-DE"/>
        </w:rPr>
      </w:pPr>
    </w:p>
    <w:bookmarkEnd w:id="1"/>
    <w:p w14:paraId="44FC02C2" w14:textId="1DFE8E90" w:rsidR="00DB7896" w:rsidRPr="007D01FD" w:rsidRDefault="00C770E0" w:rsidP="00F554BA">
      <w:pPr>
        <w:jc w:val="both"/>
        <w:rPr>
          <w:rFonts w:ascii="Cambria" w:hAnsi="Cambria" w:cs="Arial"/>
          <w:b/>
          <w:bCs/>
          <w:kern w:val="32"/>
          <w:szCs w:val="22"/>
        </w:rPr>
      </w:pPr>
      <w:r w:rsidRPr="00E75ECF">
        <w:rPr>
          <w:rFonts w:eastAsia="MS Mincho"/>
          <w:szCs w:val="22"/>
          <w:lang w:eastAsia="de-DE"/>
        </w:rPr>
        <w:t>e</w:t>
      </w:r>
      <w:r w:rsidR="003E4C78">
        <w:rPr>
          <w:rFonts w:eastAsia="MS Mincho"/>
          <w:szCs w:val="22"/>
          <w:lang w:eastAsia="de-DE"/>
        </w:rPr>
        <w:t>-</w:t>
      </w:r>
      <w:r w:rsidRPr="00E75ECF">
        <w:rPr>
          <w:rFonts w:eastAsia="MS Mincho"/>
          <w:szCs w:val="22"/>
          <w:lang w:eastAsia="de-DE"/>
        </w:rPr>
        <w:t>Nav12</w:t>
      </w:r>
      <w:r w:rsidR="003E4C78">
        <w:rPr>
          <w:rFonts w:eastAsia="MS Mincho"/>
          <w:szCs w:val="22"/>
          <w:lang w:eastAsia="de-DE"/>
        </w:rPr>
        <w:t>/</w:t>
      </w:r>
      <w:r w:rsidRPr="00E75ECF">
        <w:rPr>
          <w:rFonts w:eastAsia="MS Mincho"/>
          <w:szCs w:val="22"/>
          <w:lang w:eastAsia="de-DE"/>
        </w:rPr>
        <w:t>output</w:t>
      </w:r>
      <w:r w:rsidR="003E4C78">
        <w:rPr>
          <w:rFonts w:eastAsia="MS Mincho"/>
          <w:szCs w:val="22"/>
          <w:lang w:eastAsia="de-DE"/>
        </w:rPr>
        <w:t>/</w:t>
      </w:r>
      <w:r w:rsidR="0056157B" w:rsidRPr="00E75ECF">
        <w:rPr>
          <w:rFonts w:eastAsia="MS Mincho"/>
          <w:szCs w:val="22"/>
          <w:lang w:eastAsia="de-DE"/>
        </w:rPr>
        <w:t>29a</w:t>
      </w:r>
    </w:p>
    <w:sectPr w:rsidR="00DB7896" w:rsidRPr="007D01FD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D9E1E" w14:textId="77777777" w:rsidR="00EB487B" w:rsidRDefault="00EB487B" w:rsidP="00002906">
      <w:r>
        <w:separator/>
      </w:r>
    </w:p>
  </w:endnote>
  <w:endnote w:type="continuationSeparator" w:id="0">
    <w:p w14:paraId="76962B5D" w14:textId="77777777" w:rsidR="00EB487B" w:rsidRDefault="00EB487B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C1BC0" w14:textId="77777777" w:rsidR="00DC0A33" w:rsidRDefault="00DC0A33">
    <w:pPr>
      <w:pStyle w:val="Footer"/>
    </w:pPr>
    <w:r>
      <w:tab/>
    </w:r>
    <w:r w:rsidR="00974B43">
      <w:fldChar w:fldCharType="begin"/>
    </w:r>
    <w:r w:rsidR="00520F5D">
      <w:instrText xml:space="preserve"> PAGE   \* MERGEFORMAT </w:instrText>
    </w:r>
    <w:r w:rsidR="00974B43">
      <w:fldChar w:fldCharType="separate"/>
    </w:r>
    <w:r w:rsidR="00D7419D">
      <w:rPr>
        <w:noProof/>
      </w:rPr>
      <w:t>1</w:t>
    </w:r>
    <w:r w:rsidR="00974B4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2B0BC" w14:textId="77777777" w:rsidR="00EB487B" w:rsidRDefault="00EB487B" w:rsidP="00002906">
      <w:r>
        <w:separator/>
      </w:r>
    </w:p>
  </w:footnote>
  <w:footnote w:type="continuationSeparator" w:id="0">
    <w:p w14:paraId="435D6E46" w14:textId="77777777" w:rsidR="00EB487B" w:rsidRDefault="00EB487B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26AF"/>
    <w:multiLevelType w:val="hybridMultilevel"/>
    <w:tmpl w:val="7512A7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8B4C78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sz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259B5A48"/>
    <w:multiLevelType w:val="hybridMultilevel"/>
    <w:tmpl w:val="8A685E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5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5"/>
  </w:num>
  <w:num w:numId="18">
    <w:abstractNumId w:val="4"/>
  </w:num>
  <w:num w:numId="19">
    <w:abstractNumId w:val="13"/>
  </w:num>
  <w:num w:numId="20">
    <w:abstractNumId w:val="9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E8A"/>
    <w:rsid w:val="00002906"/>
    <w:rsid w:val="00031A92"/>
    <w:rsid w:val="000348ED"/>
    <w:rsid w:val="00036801"/>
    <w:rsid w:val="000456CC"/>
    <w:rsid w:val="00050DA7"/>
    <w:rsid w:val="00057876"/>
    <w:rsid w:val="00060138"/>
    <w:rsid w:val="00066762"/>
    <w:rsid w:val="0008487E"/>
    <w:rsid w:val="00091902"/>
    <w:rsid w:val="000A5A01"/>
    <w:rsid w:val="001276AD"/>
    <w:rsid w:val="00135447"/>
    <w:rsid w:val="00141232"/>
    <w:rsid w:val="00152273"/>
    <w:rsid w:val="001654E2"/>
    <w:rsid w:val="0019617A"/>
    <w:rsid w:val="001A654A"/>
    <w:rsid w:val="001C74CF"/>
    <w:rsid w:val="00261280"/>
    <w:rsid w:val="0026534C"/>
    <w:rsid w:val="00267C07"/>
    <w:rsid w:val="002C5B94"/>
    <w:rsid w:val="002F62B6"/>
    <w:rsid w:val="0032256A"/>
    <w:rsid w:val="003A445F"/>
    <w:rsid w:val="003D5339"/>
    <w:rsid w:val="003D55DD"/>
    <w:rsid w:val="003E1831"/>
    <w:rsid w:val="003E4C78"/>
    <w:rsid w:val="00405082"/>
    <w:rsid w:val="00412A62"/>
    <w:rsid w:val="00424954"/>
    <w:rsid w:val="00455661"/>
    <w:rsid w:val="00496767"/>
    <w:rsid w:val="004C118C"/>
    <w:rsid w:val="004C1386"/>
    <w:rsid w:val="004C220D"/>
    <w:rsid w:val="005045B8"/>
    <w:rsid w:val="005105E5"/>
    <w:rsid w:val="0051216D"/>
    <w:rsid w:val="00520F5D"/>
    <w:rsid w:val="00557615"/>
    <w:rsid w:val="0056157B"/>
    <w:rsid w:val="00570B36"/>
    <w:rsid w:val="005721AB"/>
    <w:rsid w:val="00586DFA"/>
    <w:rsid w:val="005A4E8A"/>
    <w:rsid w:val="005D05AC"/>
    <w:rsid w:val="005E372D"/>
    <w:rsid w:val="005E7489"/>
    <w:rsid w:val="00624308"/>
    <w:rsid w:val="00630E6A"/>
    <w:rsid w:val="00630F7F"/>
    <w:rsid w:val="0064435F"/>
    <w:rsid w:val="00662B33"/>
    <w:rsid w:val="006B0703"/>
    <w:rsid w:val="006B4AC7"/>
    <w:rsid w:val="006C140E"/>
    <w:rsid w:val="006C5281"/>
    <w:rsid w:val="006D470F"/>
    <w:rsid w:val="006E5C49"/>
    <w:rsid w:val="00705A45"/>
    <w:rsid w:val="00727E88"/>
    <w:rsid w:val="00745DEE"/>
    <w:rsid w:val="0074679F"/>
    <w:rsid w:val="0075624D"/>
    <w:rsid w:val="007676BB"/>
    <w:rsid w:val="00775878"/>
    <w:rsid w:val="0078396F"/>
    <w:rsid w:val="007C49E4"/>
    <w:rsid w:val="007D01FD"/>
    <w:rsid w:val="007E3F96"/>
    <w:rsid w:val="007F095B"/>
    <w:rsid w:val="0080092C"/>
    <w:rsid w:val="00872453"/>
    <w:rsid w:val="008B02C1"/>
    <w:rsid w:val="008E278F"/>
    <w:rsid w:val="008F13DD"/>
    <w:rsid w:val="00902AA4"/>
    <w:rsid w:val="00940EC8"/>
    <w:rsid w:val="00971DCC"/>
    <w:rsid w:val="00974B43"/>
    <w:rsid w:val="00982F33"/>
    <w:rsid w:val="009C1BEF"/>
    <w:rsid w:val="009F3B6C"/>
    <w:rsid w:val="009F5C36"/>
    <w:rsid w:val="00A27F12"/>
    <w:rsid w:val="00A30579"/>
    <w:rsid w:val="00A43021"/>
    <w:rsid w:val="00A43AE0"/>
    <w:rsid w:val="00A515A9"/>
    <w:rsid w:val="00A66860"/>
    <w:rsid w:val="00A85FA1"/>
    <w:rsid w:val="00AA76C0"/>
    <w:rsid w:val="00AB3800"/>
    <w:rsid w:val="00AD673D"/>
    <w:rsid w:val="00AE3A2D"/>
    <w:rsid w:val="00B077EC"/>
    <w:rsid w:val="00B15B24"/>
    <w:rsid w:val="00B7653A"/>
    <w:rsid w:val="00B8247E"/>
    <w:rsid w:val="00BA0536"/>
    <w:rsid w:val="00BA59BB"/>
    <w:rsid w:val="00BD310A"/>
    <w:rsid w:val="00BE7AB2"/>
    <w:rsid w:val="00C637A9"/>
    <w:rsid w:val="00C770E0"/>
    <w:rsid w:val="00C831A7"/>
    <w:rsid w:val="00CA04AF"/>
    <w:rsid w:val="00CB453D"/>
    <w:rsid w:val="00CC5721"/>
    <w:rsid w:val="00CD5021"/>
    <w:rsid w:val="00CE08CE"/>
    <w:rsid w:val="00D01C00"/>
    <w:rsid w:val="00D04357"/>
    <w:rsid w:val="00D70DB4"/>
    <w:rsid w:val="00D7419D"/>
    <w:rsid w:val="00DB71B0"/>
    <w:rsid w:val="00DB7896"/>
    <w:rsid w:val="00DC0A33"/>
    <w:rsid w:val="00DD60D9"/>
    <w:rsid w:val="00E06B12"/>
    <w:rsid w:val="00E5627A"/>
    <w:rsid w:val="00E75ECF"/>
    <w:rsid w:val="00E763C1"/>
    <w:rsid w:val="00E93C9B"/>
    <w:rsid w:val="00EA5D6B"/>
    <w:rsid w:val="00EB487B"/>
    <w:rsid w:val="00EB68CD"/>
    <w:rsid w:val="00EC178F"/>
    <w:rsid w:val="00ED1960"/>
    <w:rsid w:val="00EE3F2F"/>
    <w:rsid w:val="00F554BA"/>
    <w:rsid w:val="00F64EB7"/>
    <w:rsid w:val="00F73D9D"/>
    <w:rsid w:val="00F73F78"/>
    <w:rsid w:val="00F74E2D"/>
    <w:rsid w:val="00F76A47"/>
    <w:rsid w:val="00F91F5C"/>
    <w:rsid w:val="00FA1845"/>
    <w:rsid w:val="00FA5842"/>
    <w:rsid w:val="00FA6769"/>
    <w:rsid w:val="00FB2156"/>
    <w:rsid w:val="00FC188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9992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iPriority="0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bCs w:val="0"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396F"/>
    <w:rPr>
      <w:rFonts w:ascii="Cambria" w:hAnsi="Cambria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8396F"/>
    <w:rPr>
      <w:rFonts w:ascii="Cambria" w:hAnsi="Cambria" w:cs="Times New Roman"/>
      <w:b/>
      <w:i/>
      <w:sz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8396F"/>
    <w:rPr>
      <w:rFonts w:ascii="Cambria" w:hAnsi="Cambria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8396F"/>
    <w:rPr>
      <w:rFonts w:ascii="Calibri" w:hAnsi="Calibri"/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8396F"/>
    <w:rPr>
      <w:rFonts w:ascii="Calibri" w:hAnsi="Calibri" w:cs="Times New Roman"/>
      <w:b/>
      <w:i/>
      <w:sz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8396F"/>
    <w:rPr>
      <w:rFonts w:ascii="Calibri" w:hAnsi="Calibri"/>
      <w:b/>
      <w:bCs/>
      <w:sz w:val="20"/>
      <w:szCs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8396F"/>
    <w:rPr>
      <w:rFonts w:ascii="Calibri" w:hAnsi="Calibri" w:cs="Times New Roman"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8396F"/>
    <w:rPr>
      <w:rFonts w:ascii="Calibri" w:hAnsi="Calibri" w:cs="Times New Roman"/>
      <w:i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8396F"/>
    <w:rPr>
      <w:rFonts w:ascii="Cambria" w:hAnsi="Cambria" w:cs="Times New Roman"/>
      <w:b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/>
      <w:sz w:val="24"/>
      <w:szCs w:val="24"/>
      <w:lang w:val="fr-FR"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AC"/>
    <w:rPr>
      <w:rFonts w:ascii="Arial" w:eastAsia="MS Mincho" w:hAnsi="Arial" w:cs="Times New Roman"/>
      <w:sz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lang w:val="en-AU" w:eastAsia="en-A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lang w:val="en-AU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F7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E2D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D043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iPriority="0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bCs w:val="0"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396F"/>
    <w:rPr>
      <w:rFonts w:ascii="Cambria" w:hAnsi="Cambria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8396F"/>
    <w:rPr>
      <w:rFonts w:ascii="Cambria" w:hAnsi="Cambria" w:cs="Times New Roman"/>
      <w:b/>
      <w:i/>
      <w:sz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8396F"/>
    <w:rPr>
      <w:rFonts w:ascii="Cambria" w:hAnsi="Cambria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8396F"/>
    <w:rPr>
      <w:rFonts w:ascii="Calibri" w:hAnsi="Calibri"/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8396F"/>
    <w:rPr>
      <w:rFonts w:ascii="Calibri" w:hAnsi="Calibri" w:cs="Times New Roman"/>
      <w:b/>
      <w:i/>
      <w:sz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8396F"/>
    <w:rPr>
      <w:rFonts w:ascii="Calibri" w:hAnsi="Calibri"/>
      <w:b/>
      <w:bCs/>
      <w:sz w:val="20"/>
      <w:szCs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8396F"/>
    <w:rPr>
      <w:rFonts w:ascii="Calibri" w:hAnsi="Calibri" w:cs="Times New Roman"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8396F"/>
    <w:rPr>
      <w:rFonts w:ascii="Calibri" w:hAnsi="Calibri" w:cs="Times New Roman"/>
      <w:i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8396F"/>
    <w:rPr>
      <w:rFonts w:ascii="Cambria" w:hAnsi="Cambria" w:cs="Times New Roman"/>
      <w:b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/>
      <w:sz w:val="24"/>
      <w:szCs w:val="24"/>
      <w:lang w:val="fr-FR"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AC"/>
    <w:rPr>
      <w:rFonts w:ascii="Arial" w:eastAsia="MS Mincho" w:hAnsi="Arial" w:cs="Times New Roman"/>
      <w:sz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lang w:val="en-AU" w:eastAsia="en-A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lang w:val="en-AU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F7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E2D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D04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\Users\Hadley\Documents\A_Work\IALA\Committees\EEP Committee\EEP16\Output Papers\Internal Committee Liaison Note Template rev3.dotx</Template>
  <TotalTime>3</TotalTime>
  <Pages>1</Pages>
  <Words>244</Words>
  <Characters>1393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Michael Hadley</cp:lastModifiedBy>
  <cp:revision>6</cp:revision>
  <cp:lastPrinted>2012-09-27T10:49:00Z</cp:lastPrinted>
  <dcterms:created xsi:type="dcterms:W3CDTF">2012-09-27T09:17:00Z</dcterms:created>
  <dcterms:modified xsi:type="dcterms:W3CDTF">2012-09-27T15:00:00Z</dcterms:modified>
</cp:coreProperties>
</file>